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4DD" w:rsidRPr="00D648D1" w:rsidRDefault="005C64DD" w:rsidP="001B1F4A">
      <w:pPr>
        <w:jc w:val="center"/>
        <w:rPr>
          <w:rFonts w:ascii="Monotype Corsiva" w:hAnsi="Monotype Corsiva"/>
          <w:sz w:val="72"/>
          <w:szCs w:val="72"/>
        </w:rPr>
      </w:pPr>
      <w:r w:rsidRPr="00D648D1">
        <w:rPr>
          <w:rFonts w:ascii="Monotype Corsiva" w:hAnsi="Monotype Corsiva"/>
          <w:sz w:val="72"/>
          <w:szCs w:val="72"/>
        </w:rPr>
        <w:t>Table of Contents</w:t>
      </w:r>
    </w:p>
    <w:p w:rsidR="005C64DD" w:rsidRDefault="005C64DD" w:rsidP="00D648D1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Page #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D648D1">
      <w:pPr>
        <w:rPr>
          <w:rFonts w:ascii="Century Gothic" w:hAnsi="Century Gothic"/>
          <w:sz w:val="36"/>
          <w:szCs w:val="36"/>
        </w:rPr>
      </w:pPr>
    </w:p>
    <w:p w:rsidR="005C64DD" w:rsidRDefault="005C64DD" w:rsidP="00D648D1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I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Grade Graph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D648D1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II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Pink Signature Page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53673B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III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Syllabus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D648D1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IV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AIMS Reference Sheet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D648D1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V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Agenda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D648D1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VIa-VIc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Table of Contents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D648D1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VIIa-VIIc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Vocabulary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D648D1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VIIIa-VIIIe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Bell Work</w:t>
      </w:r>
    </w:p>
    <w:p w:rsidR="005C64DD" w:rsidRDefault="005C64DD" w:rsidP="00D648D1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1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Radicals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D648D1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2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Assignments AIMS Radicals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D648D1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3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Inductive Reasoning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D648D1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4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Lesson 1.1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D648D1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5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Number Sense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D648D1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6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Number Sense Practice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D648D1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7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Points, Rays and Lines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D648D1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8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Lesson 1.2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D648D1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9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Finite and Infinite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D648D1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10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AIMS practice Finite/Infinite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D648D1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11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Review for Patterns Exam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p w:rsidR="005C64DD" w:rsidRDefault="005C64DD" w:rsidP="0053673B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12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Segments and Their Measurements</w:t>
      </w:r>
    </w:p>
    <w:p w:rsidR="005C64DD" w:rsidRDefault="005C64DD" w:rsidP="0053673B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13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Lesson 1.3</w:t>
      </w:r>
    </w:p>
    <w:p w:rsidR="005C64DD" w:rsidRDefault="005C64DD" w:rsidP="0053673B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14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Standardized Practice WS 1.3</w:t>
      </w:r>
    </w:p>
    <w:p w:rsidR="005C64DD" w:rsidRDefault="005C64DD" w:rsidP="0053673B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15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Number Properties</w:t>
      </w:r>
    </w:p>
    <w:p w:rsidR="005C64DD" w:rsidRDefault="005C64DD" w:rsidP="0053673B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16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Scientific Notation</w:t>
      </w:r>
    </w:p>
    <w:p w:rsidR="005C64DD" w:rsidRDefault="005C64DD" w:rsidP="0053673B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17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Distance Formula</w:t>
      </w:r>
    </w:p>
    <w:p w:rsidR="005C64DD" w:rsidRDefault="005C64DD" w:rsidP="0053673B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18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Bisector Activity</w:t>
      </w:r>
    </w:p>
    <w:p w:rsidR="005C64DD" w:rsidRDefault="005C64DD" w:rsidP="0053673B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19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WS 1.3</w:t>
      </w:r>
    </w:p>
    <w:p w:rsidR="005C64DD" w:rsidRDefault="005C64DD" w:rsidP="0053673B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20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notebook check</w:t>
      </w:r>
    </w:p>
    <w:p w:rsidR="005C64DD" w:rsidRDefault="005C64DD" w:rsidP="0094372A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21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Angles and Their Measures</w:t>
      </w:r>
    </w:p>
    <w:p w:rsidR="005C64DD" w:rsidRDefault="005C64DD" w:rsidP="0094372A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22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Lesson 1.4</w:t>
      </w:r>
    </w:p>
    <w:p w:rsidR="005C64DD" w:rsidRDefault="005C64DD" w:rsidP="0094372A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23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Worksheet 1.4</w:t>
      </w:r>
    </w:p>
    <w:p w:rsidR="005C64DD" w:rsidRDefault="005C64DD" w:rsidP="0094372A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24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Power of pulling Together Paragraph</w:t>
      </w:r>
    </w:p>
    <w:p w:rsidR="005C64DD" w:rsidRDefault="005C64DD" w:rsidP="0094372A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25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segment and angle bisector</w:t>
      </w:r>
    </w:p>
    <w:p w:rsidR="005C64DD" w:rsidRDefault="005C64DD" w:rsidP="0094372A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26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Lesson 1.5</w:t>
      </w:r>
    </w:p>
    <w:p w:rsidR="005C64DD" w:rsidRDefault="005C64DD" w:rsidP="0094372A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27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AIMS Word Problems</w:t>
      </w:r>
    </w:p>
    <w:p w:rsidR="005C64DD" w:rsidRDefault="005C64DD" w:rsidP="0094372A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28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WS 1.5</w:t>
      </w:r>
    </w:p>
    <w:p w:rsidR="005C64DD" w:rsidRDefault="005C64DD" w:rsidP="0094372A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29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Angles Pair Relationships</w:t>
      </w:r>
    </w:p>
    <w:p w:rsidR="005C64DD" w:rsidRDefault="005C64DD" w:rsidP="0094372A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30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Lesson 1.6</w:t>
      </w:r>
    </w:p>
    <w:p w:rsidR="005C64DD" w:rsidRDefault="005C64DD" w:rsidP="0094372A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31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Distributive Property</w:t>
      </w:r>
    </w:p>
    <w:p w:rsidR="005C64DD" w:rsidRDefault="005C64DD" w:rsidP="0094372A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32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Review Page 63</w:t>
      </w:r>
    </w:p>
    <w:p w:rsidR="005C64DD" w:rsidRDefault="005C64DD" w:rsidP="0094372A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33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Area and Perimeter</w:t>
      </w:r>
    </w:p>
    <w:p w:rsidR="005C64DD" w:rsidRDefault="005C64DD" w:rsidP="0094372A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34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Lesson 1.7</w:t>
      </w:r>
    </w:p>
    <w:p w:rsidR="005C64DD" w:rsidRDefault="005C64DD" w:rsidP="0094372A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35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Conditional Statements</w:t>
      </w:r>
    </w:p>
    <w:p w:rsidR="005C64DD" w:rsidRDefault="005C64DD" w:rsidP="0094372A">
      <w:pPr>
        <w:spacing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36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Lesson 2.1</w:t>
      </w:r>
    </w:p>
    <w:p w:rsidR="005C64DD" w:rsidRPr="0094372A" w:rsidRDefault="005C64DD" w:rsidP="0094372A">
      <w:pPr>
        <w:spacing w:after="0"/>
        <w:rPr>
          <w:rFonts w:ascii="Century Gothic" w:hAnsi="Century Gothic"/>
          <w:sz w:val="36"/>
          <w:szCs w:val="36"/>
        </w:rPr>
      </w:pPr>
    </w:p>
    <w:sectPr w:rsidR="005C64DD" w:rsidRPr="0094372A" w:rsidSect="00CF6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47025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C717E8A"/>
    <w:multiLevelType w:val="hybridMultilevel"/>
    <w:tmpl w:val="D2DCBAB8"/>
    <w:lvl w:ilvl="0" w:tplc="3A204386">
      <w:start w:val="1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8D1"/>
    <w:rsid w:val="000321E9"/>
    <w:rsid w:val="000905C4"/>
    <w:rsid w:val="000D1E80"/>
    <w:rsid w:val="00117DCB"/>
    <w:rsid w:val="00162FBF"/>
    <w:rsid w:val="001B1F4A"/>
    <w:rsid w:val="00207C71"/>
    <w:rsid w:val="00245124"/>
    <w:rsid w:val="00287FEA"/>
    <w:rsid w:val="002A2A8E"/>
    <w:rsid w:val="002B0AA1"/>
    <w:rsid w:val="002C669A"/>
    <w:rsid w:val="002E1EC2"/>
    <w:rsid w:val="002E251A"/>
    <w:rsid w:val="002E5123"/>
    <w:rsid w:val="00301234"/>
    <w:rsid w:val="00307605"/>
    <w:rsid w:val="0035108A"/>
    <w:rsid w:val="00384669"/>
    <w:rsid w:val="003C5C70"/>
    <w:rsid w:val="003D7120"/>
    <w:rsid w:val="003E211A"/>
    <w:rsid w:val="003F6646"/>
    <w:rsid w:val="004013A1"/>
    <w:rsid w:val="00404E79"/>
    <w:rsid w:val="00453BA4"/>
    <w:rsid w:val="004645FE"/>
    <w:rsid w:val="004A0C5E"/>
    <w:rsid w:val="004D394C"/>
    <w:rsid w:val="0051666C"/>
    <w:rsid w:val="00531A1E"/>
    <w:rsid w:val="0053673B"/>
    <w:rsid w:val="00544B2E"/>
    <w:rsid w:val="005651FB"/>
    <w:rsid w:val="005C2F39"/>
    <w:rsid w:val="005C41A0"/>
    <w:rsid w:val="005C64DD"/>
    <w:rsid w:val="005D2D26"/>
    <w:rsid w:val="005F68CD"/>
    <w:rsid w:val="0063573E"/>
    <w:rsid w:val="006772D0"/>
    <w:rsid w:val="006A466C"/>
    <w:rsid w:val="006E18DC"/>
    <w:rsid w:val="00750456"/>
    <w:rsid w:val="007A6BDF"/>
    <w:rsid w:val="00830F20"/>
    <w:rsid w:val="0094372A"/>
    <w:rsid w:val="009A3FE0"/>
    <w:rsid w:val="009B16F7"/>
    <w:rsid w:val="009B3BBA"/>
    <w:rsid w:val="009D412E"/>
    <w:rsid w:val="00A24887"/>
    <w:rsid w:val="00AA24EE"/>
    <w:rsid w:val="00AC4D5B"/>
    <w:rsid w:val="00AF5B5D"/>
    <w:rsid w:val="00B00320"/>
    <w:rsid w:val="00B22A04"/>
    <w:rsid w:val="00B24F3C"/>
    <w:rsid w:val="00BF5ADE"/>
    <w:rsid w:val="00C30554"/>
    <w:rsid w:val="00C34C9D"/>
    <w:rsid w:val="00C748A7"/>
    <w:rsid w:val="00CA490D"/>
    <w:rsid w:val="00CF1E45"/>
    <w:rsid w:val="00CF6467"/>
    <w:rsid w:val="00D63682"/>
    <w:rsid w:val="00D648D1"/>
    <w:rsid w:val="00DA0953"/>
    <w:rsid w:val="00DE109F"/>
    <w:rsid w:val="00DE3E5B"/>
    <w:rsid w:val="00E4378A"/>
    <w:rsid w:val="00E46076"/>
    <w:rsid w:val="00E879AC"/>
    <w:rsid w:val="00EF034D"/>
    <w:rsid w:val="00F32368"/>
    <w:rsid w:val="00F772E6"/>
    <w:rsid w:val="00FA04D9"/>
    <w:rsid w:val="00FC6298"/>
    <w:rsid w:val="00FC6DB1"/>
    <w:rsid w:val="00FF4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46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link w:val="ListBulletChar"/>
    <w:uiPriority w:val="99"/>
    <w:rsid w:val="004645FE"/>
    <w:pPr>
      <w:numPr>
        <w:numId w:val="3"/>
      </w:numPr>
    </w:pPr>
  </w:style>
  <w:style w:type="character" w:customStyle="1" w:styleId="ListBulletChar">
    <w:name w:val="List Bullet Char"/>
    <w:basedOn w:val="DefaultParagraphFont"/>
    <w:link w:val="ListBullet"/>
    <w:uiPriority w:val="99"/>
    <w:locked/>
    <w:rsid w:val="004645F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844</TotalTime>
  <Pages>2</Pages>
  <Words>170</Words>
  <Characters>972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subject/>
  <dc:creator>Tracy</dc:creator>
  <cp:keywords/>
  <dc:description/>
  <cp:lastModifiedBy>tstephens</cp:lastModifiedBy>
  <cp:revision>23</cp:revision>
  <cp:lastPrinted>2010-08-30T17:56:00Z</cp:lastPrinted>
  <dcterms:created xsi:type="dcterms:W3CDTF">2010-08-19T17:22:00Z</dcterms:created>
  <dcterms:modified xsi:type="dcterms:W3CDTF">2010-10-06T17:27:00Z</dcterms:modified>
</cp:coreProperties>
</file>